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5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D9355C9" w14:textId="00EC135D" w:rsidR="0090681A" w:rsidRPr="004C6EC0" w:rsidRDefault="0090681A" w:rsidP="004C6EC0">
      <w:pPr>
        <w:pStyle w:val="logo"/>
      </w:pPr>
      <w:r w:rsidRPr="004C6EC0">
        <w:rPr>
          <w:noProof/>
          <w:lang w:eastAsia="en-US"/>
        </w:rPr>
        <w:drawing>
          <wp:inline distT="0" distB="0" distL="0" distR="0" wp14:anchorId="3453FEF6" wp14:editId="18E86F89">
            <wp:extent cx="1079640" cy="1019660"/>
            <wp:effectExtent l="0" t="0" r="0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079640" cy="10196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84EE672" w14:textId="78FD1DF5" w:rsidR="0090681A" w:rsidRPr="004F51DD" w:rsidRDefault="0090681A" w:rsidP="004F51DD">
      <w:pPr>
        <w:pStyle w:val="Title"/>
      </w:pPr>
      <w:r w:rsidRPr="00021DEE">
        <w:t>Investigating</w:t>
      </w:r>
      <w:r w:rsidRPr="004F51DD">
        <w:t xml:space="preserve"> the maths inside:</w:t>
      </w:r>
    </w:p>
    <w:p w14:paraId="65EB88DD" w14:textId="3EAACB95" w:rsidR="0090681A" w:rsidRDefault="00C35452" w:rsidP="004F51DD">
      <w:pPr>
        <w:pStyle w:val="Title"/>
      </w:pPr>
      <w:r>
        <w:t>Stargazing with the SKA</w:t>
      </w:r>
    </w:p>
    <w:p w14:paraId="580E6453" w14:textId="72CF5C61" w:rsidR="00465FC4" w:rsidRPr="00AF1AF7" w:rsidRDefault="00465FC4" w:rsidP="00465FC4">
      <w:pPr>
        <w:pStyle w:val="Subtitle"/>
      </w:pPr>
      <w:r w:rsidRPr="00AF1AF7">
        <w:t xml:space="preserve">Activity </w:t>
      </w:r>
      <w:r>
        <w:t>1</w:t>
      </w:r>
    </w:p>
    <w:p w14:paraId="4A5272E4" w14:textId="08DDC5DF" w:rsidR="00465FC4" w:rsidRDefault="00465FC4" w:rsidP="00465FC4">
      <w:pPr>
        <w:pStyle w:val="Subtitle"/>
      </w:pPr>
      <w:r>
        <w:t>Heavenly bodies</w:t>
      </w:r>
    </w:p>
    <w:p w14:paraId="07E09AF2" w14:textId="77777777" w:rsidR="002A3BD6" w:rsidRPr="00021DEE" w:rsidRDefault="002A3BD6" w:rsidP="002A3BD6">
      <w:pPr>
        <w:pStyle w:val="Coverpicture"/>
      </w:pPr>
      <w:r>
        <w:drawing>
          <wp:inline distT="0" distB="0" distL="0" distR="0" wp14:anchorId="4EA4DA1B" wp14:editId="25500D62">
            <wp:extent cx="3594240" cy="3975120"/>
            <wp:effectExtent l="0" t="0" r="1270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4240" cy="3975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6D2C81" w14:textId="16B89BA9" w:rsidR="007411E3" w:rsidRDefault="007015E5" w:rsidP="00021DEE">
      <w:pPr>
        <w:pStyle w:val="Coverquestions"/>
      </w:pPr>
      <w:r>
        <w:t>How different from Earth are other planets?</w:t>
      </w:r>
    </w:p>
    <w:p w14:paraId="770F0826" w14:textId="43384DA1" w:rsidR="007015E5" w:rsidRPr="00021DEE" w:rsidRDefault="007015E5" w:rsidP="00021DEE">
      <w:pPr>
        <w:pStyle w:val="Coverquestions"/>
      </w:pPr>
      <w:r>
        <w:t>Could we live on any of them?</w:t>
      </w:r>
    </w:p>
    <w:p w14:paraId="4BDB2A14" w14:textId="77777777" w:rsidR="007015E5" w:rsidRDefault="007015E5" w:rsidP="007015E5">
      <w:pPr>
        <w:pStyle w:val="Heading1"/>
      </w:pPr>
      <w:r>
        <w:lastRenderedPageBreak/>
        <w:t>Introduction</w:t>
      </w:r>
    </w:p>
    <w:p w14:paraId="31EA1B2E" w14:textId="77777777" w:rsidR="007015E5" w:rsidRDefault="007015E5" w:rsidP="007015E5">
      <w:r>
        <w:t>How many planets of the solar system can you name?</w:t>
      </w:r>
    </w:p>
    <w:p w14:paraId="7D218C59" w14:textId="77777777" w:rsidR="007015E5" w:rsidRPr="003613AB" w:rsidRDefault="007015E5" w:rsidP="007015E5">
      <w:r>
        <w:t>What do you already know about any of these planets?</w:t>
      </w:r>
    </w:p>
    <w:p w14:paraId="0B122DF8" w14:textId="77777777" w:rsidR="007015E5" w:rsidRDefault="007015E5" w:rsidP="007015E5">
      <w:pPr>
        <w:pStyle w:val="Heading1"/>
      </w:pPr>
      <w:bookmarkStart w:id="0" w:name="_GoBack"/>
      <w:bookmarkEnd w:id="0"/>
      <w:r>
        <w:t>My favourite planet</w:t>
      </w:r>
    </w:p>
    <w:p w14:paraId="537A2B7B" w14:textId="77777777" w:rsidR="007015E5" w:rsidRPr="001B01A6" w:rsidRDefault="007015E5" w:rsidP="007015E5">
      <w:r w:rsidRPr="001B01A6">
        <w:t>Choose a planet (not Earth) in our solar system.</w:t>
      </w:r>
    </w:p>
    <w:p w14:paraId="10E2E3DB" w14:textId="77777777" w:rsidR="007015E5" w:rsidRPr="001B01A6" w:rsidRDefault="007015E5" w:rsidP="007015E5">
      <w:r w:rsidRPr="001B01A6">
        <w:t>What can you find out about it? Use the internet to build a mathematical profile and record your information in the table below.</w:t>
      </w:r>
    </w:p>
    <w:p w14:paraId="6B4BF7B0" w14:textId="77777777" w:rsidR="007015E5" w:rsidRDefault="007015E5" w:rsidP="007015E5">
      <w:pPr>
        <w:pStyle w:val="Heading2"/>
      </w:pPr>
      <w:r>
        <w:t>The facts</w:t>
      </w:r>
    </w:p>
    <w:p w14:paraId="5C69FE71" w14:textId="77777777" w:rsidR="007015E5" w:rsidRPr="001B01A6" w:rsidRDefault="007015E5" w:rsidP="007015E5">
      <w:r w:rsidRPr="001B01A6">
        <w:t>Use metric units (such as km and degrees Celcius)</w:t>
      </w:r>
    </w:p>
    <w:p w14:paraId="69531748" w14:textId="77777777" w:rsidR="007015E5" w:rsidRPr="001B01A6" w:rsidRDefault="007015E5" w:rsidP="007015E5">
      <w:r w:rsidRPr="001B01A6">
        <w:t>Make sure that you list the sources of your information.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635"/>
        <w:gridCol w:w="4853"/>
      </w:tblGrid>
      <w:tr w:rsidR="007015E5" w:rsidRPr="001B01A6" w14:paraId="2FBDBCC4" w14:textId="77777777" w:rsidTr="003437DF">
        <w:tc>
          <w:tcPr>
            <w:tcW w:w="3978" w:type="dxa"/>
          </w:tcPr>
          <w:p w14:paraId="33B10404" w14:textId="77777777" w:rsidR="007015E5" w:rsidRPr="001B01A6" w:rsidRDefault="007015E5" w:rsidP="003437DF">
            <w:r w:rsidRPr="001B01A6">
              <w:t>Name of planet</w:t>
            </w:r>
          </w:p>
        </w:tc>
        <w:tc>
          <w:tcPr>
            <w:tcW w:w="5598" w:type="dxa"/>
          </w:tcPr>
          <w:p w14:paraId="28F3E5A5" w14:textId="77777777" w:rsidR="007015E5" w:rsidRPr="001B01A6" w:rsidRDefault="007015E5" w:rsidP="003437DF">
            <w:pPr>
              <w:rPr>
                <w:rFonts w:ascii="Arial" w:hAnsi="Arial" w:cs="Arial"/>
              </w:rPr>
            </w:pPr>
          </w:p>
        </w:tc>
      </w:tr>
      <w:tr w:rsidR="007015E5" w:rsidRPr="001B01A6" w14:paraId="3690CDD0" w14:textId="77777777" w:rsidTr="003437DF">
        <w:tc>
          <w:tcPr>
            <w:tcW w:w="3978" w:type="dxa"/>
          </w:tcPr>
          <w:p w14:paraId="1CFF6C2B" w14:textId="77777777" w:rsidR="007015E5" w:rsidRPr="001B01A6" w:rsidRDefault="007015E5" w:rsidP="003437DF">
            <w:r w:rsidRPr="001B01A6">
              <w:t>History: date, name of discoverer (if known) and place of the first known reference of the existence of this planet.</w:t>
            </w:r>
          </w:p>
        </w:tc>
        <w:tc>
          <w:tcPr>
            <w:tcW w:w="5598" w:type="dxa"/>
          </w:tcPr>
          <w:p w14:paraId="0DE5739C" w14:textId="77777777" w:rsidR="007015E5" w:rsidRPr="001B01A6" w:rsidRDefault="007015E5" w:rsidP="003437DF">
            <w:pPr>
              <w:rPr>
                <w:rFonts w:ascii="Arial" w:hAnsi="Arial" w:cs="Arial"/>
              </w:rPr>
            </w:pPr>
          </w:p>
        </w:tc>
      </w:tr>
      <w:tr w:rsidR="007015E5" w:rsidRPr="001B01A6" w14:paraId="2F796F53" w14:textId="77777777" w:rsidTr="003437DF">
        <w:tc>
          <w:tcPr>
            <w:tcW w:w="3978" w:type="dxa"/>
          </w:tcPr>
          <w:p w14:paraId="6C34697F" w14:textId="77777777" w:rsidR="007015E5" w:rsidRPr="001B01A6" w:rsidRDefault="007015E5" w:rsidP="003437DF">
            <w:r w:rsidRPr="001B01A6">
              <w:t>Rank (in order of distance from the Sun)</w:t>
            </w:r>
          </w:p>
        </w:tc>
        <w:tc>
          <w:tcPr>
            <w:tcW w:w="5598" w:type="dxa"/>
          </w:tcPr>
          <w:p w14:paraId="31C00B2C" w14:textId="77777777" w:rsidR="007015E5" w:rsidRPr="001B01A6" w:rsidRDefault="007015E5" w:rsidP="003437DF">
            <w:pPr>
              <w:rPr>
                <w:rFonts w:ascii="Arial" w:hAnsi="Arial" w:cs="Arial"/>
              </w:rPr>
            </w:pPr>
          </w:p>
        </w:tc>
      </w:tr>
      <w:tr w:rsidR="007015E5" w:rsidRPr="001B01A6" w14:paraId="43A403AA" w14:textId="77777777" w:rsidTr="003437DF">
        <w:tc>
          <w:tcPr>
            <w:tcW w:w="3978" w:type="dxa"/>
          </w:tcPr>
          <w:p w14:paraId="60B0A2E9" w14:textId="77777777" w:rsidR="007015E5" w:rsidRPr="001B01A6" w:rsidRDefault="007015E5" w:rsidP="003437DF">
            <w:r w:rsidRPr="001B01A6">
              <w:t>Rank (in order of size, with 1 being the biggest)</w:t>
            </w:r>
          </w:p>
        </w:tc>
        <w:tc>
          <w:tcPr>
            <w:tcW w:w="5598" w:type="dxa"/>
          </w:tcPr>
          <w:p w14:paraId="7366A3BA" w14:textId="77777777" w:rsidR="007015E5" w:rsidRPr="001B01A6" w:rsidRDefault="007015E5" w:rsidP="003437DF">
            <w:pPr>
              <w:rPr>
                <w:rFonts w:ascii="Arial" w:hAnsi="Arial" w:cs="Arial"/>
              </w:rPr>
            </w:pPr>
          </w:p>
        </w:tc>
      </w:tr>
      <w:tr w:rsidR="007015E5" w:rsidRPr="001B01A6" w14:paraId="1E5A79C4" w14:textId="77777777" w:rsidTr="003437DF">
        <w:tc>
          <w:tcPr>
            <w:tcW w:w="3978" w:type="dxa"/>
          </w:tcPr>
          <w:p w14:paraId="062D7C95" w14:textId="77777777" w:rsidR="007015E5" w:rsidRPr="001B01A6" w:rsidRDefault="007015E5" w:rsidP="003437DF">
            <w:r w:rsidRPr="001B01A6">
              <w:t>If the distance from the Sun to the Earth is 1, this planet’s distance from the Sun</w:t>
            </w:r>
            <w:r>
              <w:t xml:space="preserve"> </w:t>
            </w:r>
          </w:p>
        </w:tc>
        <w:tc>
          <w:tcPr>
            <w:tcW w:w="5598" w:type="dxa"/>
          </w:tcPr>
          <w:p w14:paraId="1A112238" w14:textId="77777777" w:rsidR="007015E5" w:rsidRPr="001B01A6" w:rsidRDefault="007015E5" w:rsidP="003437DF">
            <w:pPr>
              <w:rPr>
                <w:rFonts w:ascii="Arial" w:hAnsi="Arial" w:cs="Arial"/>
              </w:rPr>
            </w:pPr>
          </w:p>
        </w:tc>
      </w:tr>
      <w:tr w:rsidR="007015E5" w:rsidRPr="001B01A6" w14:paraId="1C8CBA33" w14:textId="77777777" w:rsidTr="003437DF">
        <w:tc>
          <w:tcPr>
            <w:tcW w:w="3978" w:type="dxa"/>
          </w:tcPr>
          <w:p w14:paraId="0FFE0941" w14:textId="77777777" w:rsidR="007015E5" w:rsidRPr="001B01A6" w:rsidRDefault="007015E5" w:rsidP="003437DF">
            <w:r w:rsidRPr="001B01A6">
              <w:t>If the radius of the Earth’s equator is 1, this planet’s radius of its equator</w:t>
            </w:r>
          </w:p>
        </w:tc>
        <w:tc>
          <w:tcPr>
            <w:tcW w:w="5598" w:type="dxa"/>
          </w:tcPr>
          <w:p w14:paraId="1FB5CD2B" w14:textId="77777777" w:rsidR="007015E5" w:rsidRPr="001B01A6" w:rsidRDefault="007015E5" w:rsidP="003437DF">
            <w:pPr>
              <w:rPr>
                <w:rFonts w:ascii="Arial" w:hAnsi="Arial" w:cs="Arial"/>
              </w:rPr>
            </w:pPr>
          </w:p>
        </w:tc>
      </w:tr>
      <w:tr w:rsidR="007015E5" w:rsidRPr="001B01A6" w14:paraId="0FD45621" w14:textId="77777777" w:rsidTr="003437DF">
        <w:tc>
          <w:tcPr>
            <w:tcW w:w="3978" w:type="dxa"/>
          </w:tcPr>
          <w:p w14:paraId="5DCFE641" w14:textId="77777777" w:rsidR="007015E5" w:rsidRPr="001B01A6" w:rsidRDefault="007015E5" w:rsidP="003437DF">
            <w:r w:rsidRPr="001B01A6">
              <w:t xml:space="preserve">If the Earth’s </w:t>
            </w:r>
            <w:r>
              <w:t>mass is 1, this planet’s mass</w:t>
            </w:r>
          </w:p>
        </w:tc>
        <w:tc>
          <w:tcPr>
            <w:tcW w:w="5598" w:type="dxa"/>
          </w:tcPr>
          <w:p w14:paraId="0BC14081" w14:textId="77777777" w:rsidR="007015E5" w:rsidRPr="001B01A6" w:rsidRDefault="007015E5" w:rsidP="003437DF">
            <w:pPr>
              <w:rPr>
                <w:rFonts w:ascii="Arial" w:hAnsi="Arial" w:cs="Arial"/>
              </w:rPr>
            </w:pPr>
          </w:p>
        </w:tc>
      </w:tr>
      <w:tr w:rsidR="007015E5" w:rsidRPr="001B01A6" w14:paraId="1065429D" w14:textId="77777777" w:rsidTr="003437DF">
        <w:tc>
          <w:tcPr>
            <w:tcW w:w="3978" w:type="dxa"/>
          </w:tcPr>
          <w:p w14:paraId="5FF8EB7B" w14:textId="77777777" w:rsidR="007015E5" w:rsidRPr="001B01A6" w:rsidRDefault="007015E5" w:rsidP="003437DF">
            <w:r w:rsidRPr="001B01A6">
              <w:t>Number of satellites (ie moons)</w:t>
            </w:r>
          </w:p>
        </w:tc>
        <w:tc>
          <w:tcPr>
            <w:tcW w:w="5598" w:type="dxa"/>
          </w:tcPr>
          <w:p w14:paraId="6B6EB010" w14:textId="77777777" w:rsidR="007015E5" w:rsidRPr="001B01A6" w:rsidRDefault="007015E5" w:rsidP="003437DF">
            <w:pPr>
              <w:rPr>
                <w:rFonts w:ascii="Arial" w:hAnsi="Arial" w:cs="Arial"/>
              </w:rPr>
            </w:pPr>
          </w:p>
        </w:tc>
      </w:tr>
      <w:tr w:rsidR="007015E5" w:rsidRPr="001B01A6" w14:paraId="1271E52A" w14:textId="77777777" w:rsidTr="003437DF">
        <w:tc>
          <w:tcPr>
            <w:tcW w:w="3978" w:type="dxa"/>
          </w:tcPr>
          <w:p w14:paraId="17B92AA0" w14:textId="77777777" w:rsidR="007015E5" w:rsidRPr="001B01A6" w:rsidRDefault="007015E5" w:rsidP="003437DF">
            <w:r w:rsidRPr="001B01A6">
              <w:t>Orbital speed</w:t>
            </w:r>
          </w:p>
        </w:tc>
        <w:tc>
          <w:tcPr>
            <w:tcW w:w="5598" w:type="dxa"/>
          </w:tcPr>
          <w:p w14:paraId="35A4E855" w14:textId="77777777" w:rsidR="007015E5" w:rsidRPr="001B01A6" w:rsidRDefault="007015E5" w:rsidP="003437DF">
            <w:pPr>
              <w:rPr>
                <w:rFonts w:ascii="Arial" w:hAnsi="Arial" w:cs="Arial"/>
              </w:rPr>
            </w:pPr>
          </w:p>
        </w:tc>
      </w:tr>
      <w:tr w:rsidR="007015E5" w:rsidRPr="001B01A6" w14:paraId="75B146A1" w14:textId="77777777" w:rsidTr="003437DF">
        <w:tc>
          <w:tcPr>
            <w:tcW w:w="3978" w:type="dxa"/>
          </w:tcPr>
          <w:p w14:paraId="36713F65" w14:textId="77777777" w:rsidR="007015E5" w:rsidRPr="001B01A6" w:rsidRDefault="007015E5" w:rsidP="003437DF">
            <w:r w:rsidRPr="001B01A6">
              <w:t>Orbital distance</w:t>
            </w:r>
          </w:p>
        </w:tc>
        <w:tc>
          <w:tcPr>
            <w:tcW w:w="5598" w:type="dxa"/>
          </w:tcPr>
          <w:p w14:paraId="3199D5F1" w14:textId="77777777" w:rsidR="007015E5" w:rsidRPr="001B01A6" w:rsidRDefault="007015E5" w:rsidP="003437DF">
            <w:pPr>
              <w:rPr>
                <w:rFonts w:ascii="Arial" w:hAnsi="Arial" w:cs="Arial"/>
              </w:rPr>
            </w:pPr>
          </w:p>
        </w:tc>
      </w:tr>
      <w:tr w:rsidR="007015E5" w:rsidRPr="001B01A6" w14:paraId="2C7AB55F" w14:textId="77777777" w:rsidTr="003437DF">
        <w:tc>
          <w:tcPr>
            <w:tcW w:w="3978" w:type="dxa"/>
          </w:tcPr>
          <w:p w14:paraId="2CEF84A7" w14:textId="77777777" w:rsidR="007015E5" w:rsidRPr="001B01A6" w:rsidRDefault="007015E5" w:rsidP="003437DF">
            <w:r w:rsidRPr="001B01A6">
              <w:t>Number of days taken to revolve around the Sun</w:t>
            </w:r>
          </w:p>
        </w:tc>
        <w:tc>
          <w:tcPr>
            <w:tcW w:w="5598" w:type="dxa"/>
          </w:tcPr>
          <w:p w14:paraId="7BC0BF60" w14:textId="77777777" w:rsidR="007015E5" w:rsidRPr="001B01A6" w:rsidRDefault="007015E5" w:rsidP="003437DF">
            <w:pPr>
              <w:rPr>
                <w:rFonts w:ascii="Arial" w:hAnsi="Arial" w:cs="Arial"/>
              </w:rPr>
            </w:pPr>
          </w:p>
        </w:tc>
      </w:tr>
      <w:tr w:rsidR="007015E5" w:rsidRPr="001B01A6" w14:paraId="7254DCEC" w14:textId="77777777" w:rsidTr="003437DF">
        <w:tc>
          <w:tcPr>
            <w:tcW w:w="3978" w:type="dxa"/>
          </w:tcPr>
          <w:p w14:paraId="7A8CBBC6" w14:textId="77777777" w:rsidR="007015E5" w:rsidRPr="001B01A6" w:rsidRDefault="007015E5" w:rsidP="003437DF">
            <w:r w:rsidRPr="001B01A6">
              <w:t>Length of day</w:t>
            </w:r>
          </w:p>
        </w:tc>
        <w:tc>
          <w:tcPr>
            <w:tcW w:w="5598" w:type="dxa"/>
          </w:tcPr>
          <w:p w14:paraId="040C98F7" w14:textId="77777777" w:rsidR="007015E5" w:rsidRPr="001B01A6" w:rsidRDefault="007015E5" w:rsidP="003437DF">
            <w:pPr>
              <w:rPr>
                <w:rFonts w:ascii="Arial" w:hAnsi="Arial" w:cs="Arial"/>
              </w:rPr>
            </w:pPr>
          </w:p>
        </w:tc>
      </w:tr>
      <w:tr w:rsidR="007015E5" w:rsidRPr="001B01A6" w14:paraId="6CAF9DE6" w14:textId="77777777" w:rsidTr="003437DF">
        <w:tc>
          <w:tcPr>
            <w:tcW w:w="3978" w:type="dxa"/>
          </w:tcPr>
          <w:p w14:paraId="3CAC357B" w14:textId="77777777" w:rsidR="007015E5" w:rsidRPr="001B01A6" w:rsidRDefault="007015E5" w:rsidP="003437DF">
            <w:r w:rsidRPr="001B01A6">
              <w:t>Surface gravity (is this more or less than Earth’s?)</w:t>
            </w:r>
          </w:p>
        </w:tc>
        <w:tc>
          <w:tcPr>
            <w:tcW w:w="5598" w:type="dxa"/>
          </w:tcPr>
          <w:p w14:paraId="358C9151" w14:textId="77777777" w:rsidR="007015E5" w:rsidRPr="001B01A6" w:rsidRDefault="007015E5" w:rsidP="003437DF">
            <w:pPr>
              <w:rPr>
                <w:rFonts w:ascii="Arial" w:hAnsi="Arial" w:cs="Arial"/>
              </w:rPr>
            </w:pPr>
          </w:p>
        </w:tc>
      </w:tr>
      <w:tr w:rsidR="007015E5" w:rsidRPr="001B01A6" w14:paraId="187FDD58" w14:textId="77777777" w:rsidTr="003437DF">
        <w:tc>
          <w:tcPr>
            <w:tcW w:w="3978" w:type="dxa"/>
          </w:tcPr>
          <w:p w14:paraId="284979B7" w14:textId="77777777" w:rsidR="007015E5" w:rsidRPr="001B01A6" w:rsidRDefault="007015E5" w:rsidP="003437DF">
            <w:r w:rsidRPr="001B01A6">
              <w:t>Escape velocity (is this more or less than Earth’s?)</w:t>
            </w:r>
          </w:p>
        </w:tc>
        <w:tc>
          <w:tcPr>
            <w:tcW w:w="5598" w:type="dxa"/>
          </w:tcPr>
          <w:p w14:paraId="25CF3062" w14:textId="77777777" w:rsidR="007015E5" w:rsidRPr="001B01A6" w:rsidRDefault="007015E5" w:rsidP="003437DF">
            <w:pPr>
              <w:rPr>
                <w:rFonts w:ascii="Arial" w:hAnsi="Arial" w:cs="Arial"/>
              </w:rPr>
            </w:pPr>
          </w:p>
        </w:tc>
      </w:tr>
      <w:tr w:rsidR="007015E5" w:rsidRPr="001B01A6" w14:paraId="5AE6E6EB" w14:textId="77777777" w:rsidTr="003437DF">
        <w:tc>
          <w:tcPr>
            <w:tcW w:w="3978" w:type="dxa"/>
          </w:tcPr>
          <w:p w14:paraId="7C5B4637" w14:textId="77777777" w:rsidR="007015E5" w:rsidRPr="001B01A6" w:rsidRDefault="007015E5" w:rsidP="003437DF">
            <w:r w:rsidRPr="001B01A6">
              <w:t>Number of degrees that the axis tilts</w:t>
            </w:r>
          </w:p>
        </w:tc>
        <w:tc>
          <w:tcPr>
            <w:tcW w:w="5598" w:type="dxa"/>
          </w:tcPr>
          <w:p w14:paraId="54A1B699" w14:textId="77777777" w:rsidR="007015E5" w:rsidRPr="001B01A6" w:rsidRDefault="007015E5" w:rsidP="003437DF">
            <w:pPr>
              <w:rPr>
                <w:rFonts w:ascii="Arial" w:hAnsi="Arial" w:cs="Arial"/>
              </w:rPr>
            </w:pPr>
          </w:p>
        </w:tc>
      </w:tr>
      <w:tr w:rsidR="007015E5" w:rsidRPr="001B01A6" w14:paraId="69E65AC3" w14:textId="77777777" w:rsidTr="003437DF">
        <w:tc>
          <w:tcPr>
            <w:tcW w:w="3978" w:type="dxa"/>
          </w:tcPr>
          <w:p w14:paraId="6735AF51" w14:textId="77777777" w:rsidR="007015E5" w:rsidRPr="001B01A6" w:rsidRDefault="007015E5" w:rsidP="003437DF">
            <w:r w:rsidRPr="001B01A6">
              <w:t>Temperature range (in degrees Celcius)</w:t>
            </w:r>
          </w:p>
        </w:tc>
        <w:tc>
          <w:tcPr>
            <w:tcW w:w="5598" w:type="dxa"/>
          </w:tcPr>
          <w:p w14:paraId="1193B07D" w14:textId="77777777" w:rsidR="007015E5" w:rsidRPr="001B01A6" w:rsidRDefault="007015E5" w:rsidP="003437DF">
            <w:pPr>
              <w:rPr>
                <w:rFonts w:ascii="Arial" w:hAnsi="Arial" w:cs="Arial"/>
              </w:rPr>
            </w:pPr>
          </w:p>
        </w:tc>
      </w:tr>
      <w:tr w:rsidR="007015E5" w:rsidRPr="001B01A6" w14:paraId="6EE6D5BA" w14:textId="77777777" w:rsidTr="003437DF">
        <w:tc>
          <w:tcPr>
            <w:tcW w:w="3978" w:type="dxa"/>
          </w:tcPr>
          <w:p w14:paraId="4534E340" w14:textId="77777777" w:rsidR="007015E5" w:rsidRDefault="007015E5" w:rsidP="003437DF">
            <w:r>
              <w:t>Find t</w:t>
            </w:r>
            <w:r w:rsidRPr="001B01A6">
              <w:t xml:space="preserve">hree or more other </w:t>
            </w:r>
            <w:r>
              <w:t>interesting mathematical facts about your planet.</w:t>
            </w:r>
          </w:p>
          <w:p w14:paraId="18FEE41F" w14:textId="77777777" w:rsidR="007015E5" w:rsidRPr="001B01A6" w:rsidRDefault="007015E5" w:rsidP="003437DF">
            <w:r w:rsidRPr="001B01A6">
              <w:t>Explain the meaning of any technical terms used.</w:t>
            </w:r>
          </w:p>
        </w:tc>
        <w:tc>
          <w:tcPr>
            <w:tcW w:w="5598" w:type="dxa"/>
          </w:tcPr>
          <w:p w14:paraId="058232E3" w14:textId="77777777" w:rsidR="007015E5" w:rsidRPr="001B01A6" w:rsidRDefault="007015E5" w:rsidP="003437DF">
            <w:pPr>
              <w:rPr>
                <w:rFonts w:ascii="Arial" w:hAnsi="Arial" w:cs="Arial"/>
              </w:rPr>
            </w:pPr>
          </w:p>
        </w:tc>
      </w:tr>
    </w:tbl>
    <w:p w14:paraId="7FC591F4" w14:textId="77777777" w:rsidR="007015E5" w:rsidRDefault="007015E5" w:rsidP="007015E5"/>
    <w:p w14:paraId="6EE473FE" w14:textId="77777777" w:rsidR="007015E5" w:rsidRDefault="007015E5" w:rsidP="007015E5">
      <w:pPr>
        <w:pStyle w:val="Heading2"/>
      </w:pPr>
      <w:r>
        <w:t>How far away?</w:t>
      </w:r>
    </w:p>
    <w:p w14:paraId="4D42BC20" w14:textId="77777777" w:rsidR="007015E5" w:rsidRDefault="007015E5" w:rsidP="007015E5">
      <w:r w:rsidRPr="001B01A6">
        <w:t>On a sheet of paper, draw two dots 100</w:t>
      </w:r>
      <w:r>
        <w:t xml:space="preserve"> </w:t>
      </w:r>
      <w:r w:rsidRPr="001B01A6">
        <w:t>mm apart to represent the average distance from the Sun to the Earth If this was a scale drawing, how far from the Sun should your planet be? Show and explain all your calculations.</w:t>
      </w:r>
    </w:p>
    <w:p w14:paraId="14380459" w14:textId="77777777" w:rsidR="007015E5" w:rsidRPr="00037A27" w:rsidRDefault="007015E5" w:rsidP="007015E5">
      <w:pPr>
        <w:pStyle w:val="Heading2"/>
      </w:pPr>
      <w:r>
        <w:t>Visit my favourite planet</w:t>
      </w:r>
    </w:p>
    <w:p w14:paraId="440B9350" w14:textId="77777777" w:rsidR="007015E5" w:rsidRDefault="007015E5" w:rsidP="007015E5">
      <w:r>
        <w:t>Create a brochure to entice people to visit your planet.</w:t>
      </w:r>
    </w:p>
    <w:p w14:paraId="481DDE05" w14:textId="597D28A3" w:rsidR="007015E5" w:rsidRPr="00BF76D9" w:rsidRDefault="007015E5" w:rsidP="007015E5">
      <w:r>
        <w:t>What will they see? What can they do? What will they need to wear?</w:t>
      </w:r>
    </w:p>
    <w:p w14:paraId="3CDB52D6" w14:textId="77777777" w:rsidR="007015E5" w:rsidRDefault="007015E5" w:rsidP="007015E5">
      <w:pPr>
        <w:pStyle w:val="Heading1"/>
      </w:pPr>
      <w:r>
        <w:t>Crux (“Our radiant Southern Cross”)</w:t>
      </w:r>
    </w:p>
    <w:p w14:paraId="4505C098" w14:textId="77777777" w:rsidR="007015E5" w:rsidRPr="001B01A6" w:rsidRDefault="007015E5" w:rsidP="007015E5">
      <w:r w:rsidRPr="001B01A6">
        <w:t>The constellation Crux, commonly known as the Southern Cross, appears on the Australian flag and is also mentioned in the Australian national anthem.</w:t>
      </w:r>
    </w:p>
    <w:p w14:paraId="08BA73CB" w14:textId="77777777" w:rsidR="007015E5" w:rsidRDefault="007015E5" w:rsidP="007015E5">
      <w:pPr>
        <w:pStyle w:val="Heading2"/>
      </w:pPr>
      <w:r>
        <w:t>The facts</w:t>
      </w:r>
    </w:p>
    <w:p w14:paraId="73F8EDC9" w14:textId="77777777" w:rsidR="007015E5" w:rsidRPr="001B01A6" w:rsidRDefault="007015E5" w:rsidP="007015E5">
      <w:r w:rsidRPr="001B01A6">
        <w:t>Use the internet to build a mathematical profile of Crux and record your information in the table below.</w:t>
      </w:r>
    </w:p>
    <w:p w14:paraId="2FC73D51" w14:textId="77777777" w:rsidR="007015E5" w:rsidRPr="001B01A6" w:rsidRDefault="007015E5" w:rsidP="007015E5">
      <w:r w:rsidRPr="001B01A6">
        <w:t>Use metric units (such as km and degrees Celcius).</w:t>
      </w:r>
    </w:p>
    <w:p w14:paraId="09882BAA" w14:textId="77777777" w:rsidR="007015E5" w:rsidRPr="003D1FF0" w:rsidRDefault="007015E5" w:rsidP="007015E5">
      <w:r w:rsidRPr="001B01A6">
        <w:t>Make sure that you list the sources of your information.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635"/>
        <w:gridCol w:w="4853"/>
      </w:tblGrid>
      <w:tr w:rsidR="007015E5" w:rsidRPr="001B01A6" w14:paraId="0B3DA988" w14:textId="77777777" w:rsidTr="003437DF">
        <w:tc>
          <w:tcPr>
            <w:tcW w:w="3978" w:type="dxa"/>
          </w:tcPr>
          <w:p w14:paraId="47FFC710" w14:textId="77777777" w:rsidR="007015E5" w:rsidRPr="001B01A6" w:rsidRDefault="007015E5" w:rsidP="003437DF">
            <w:r w:rsidRPr="001B01A6">
              <w:t>What are the names of the five stars in Crux?</w:t>
            </w:r>
          </w:p>
        </w:tc>
        <w:tc>
          <w:tcPr>
            <w:tcW w:w="5598" w:type="dxa"/>
          </w:tcPr>
          <w:p w14:paraId="3A849465" w14:textId="77777777" w:rsidR="007015E5" w:rsidRPr="001B01A6" w:rsidRDefault="007015E5" w:rsidP="003437DF">
            <w:pPr>
              <w:rPr>
                <w:rFonts w:ascii="Arial" w:hAnsi="Arial" w:cs="Arial"/>
              </w:rPr>
            </w:pPr>
          </w:p>
        </w:tc>
      </w:tr>
      <w:tr w:rsidR="007015E5" w:rsidRPr="001B01A6" w14:paraId="68601001" w14:textId="77777777" w:rsidTr="003437DF">
        <w:tc>
          <w:tcPr>
            <w:tcW w:w="3978" w:type="dxa"/>
          </w:tcPr>
          <w:p w14:paraId="579D7AC8" w14:textId="77777777" w:rsidR="007015E5" w:rsidRPr="001B01A6" w:rsidRDefault="007015E5" w:rsidP="003437DF">
            <w:r w:rsidRPr="001B01A6">
              <w:t>Date, person (if known) and place of the first known reference of the existence of Crux.</w:t>
            </w:r>
          </w:p>
        </w:tc>
        <w:tc>
          <w:tcPr>
            <w:tcW w:w="5598" w:type="dxa"/>
          </w:tcPr>
          <w:p w14:paraId="4F7C2339" w14:textId="77777777" w:rsidR="007015E5" w:rsidRPr="001B01A6" w:rsidRDefault="007015E5" w:rsidP="003437DF">
            <w:pPr>
              <w:rPr>
                <w:rFonts w:ascii="Arial" w:hAnsi="Arial" w:cs="Arial"/>
              </w:rPr>
            </w:pPr>
          </w:p>
        </w:tc>
      </w:tr>
      <w:tr w:rsidR="007015E5" w:rsidRPr="001B01A6" w14:paraId="3E0EE61C" w14:textId="77777777" w:rsidTr="003437DF">
        <w:tc>
          <w:tcPr>
            <w:tcW w:w="3978" w:type="dxa"/>
          </w:tcPr>
          <w:p w14:paraId="4852EF72" w14:textId="77777777" w:rsidR="007015E5" w:rsidRPr="001B01A6" w:rsidRDefault="007015E5" w:rsidP="003437DF">
            <w:r w:rsidRPr="001B01A6">
              <w:t>Three or more other interesting mathematical facts about Crux. Explain the meaning of any technical terms used.</w:t>
            </w:r>
          </w:p>
        </w:tc>
        <w:tc>
          <w:tcPr>
            <w:tcW w:w="5598" w:type="dxa"/>
          </w:tcPr>
          <w:p w14:paraId="30B8D6A3" w14:textId="77777777" w:rsidR="007015E5" w:rsidRPr="001B01A6" w:rsidRDefault="007015E5" w:rsidP="003437DF">
            <w:pPr>
              <w:rPr>
                <w:rFonts w:ascii="Arial" w:hAnsi="Arial" w:cs="Arial"/>
              </w:rPr>
            </w:pPr>
          </w:p>
        </w:tc>
      </w:tr>
    </w:tbl>
    <w:p w14:paraId="5C9E912B" w14:textId="77777777" w:rsidR="007015E5" w:rsidRDefault="007015E5" w:rsidP="007015E5"/>
    <w:p w14:paraId="4A340606" w14:textId="77777777" w:rsidR="007015E5" w:rsidRDefault="007015E5" w:rsidP="007015E5">
      <w:pPr>
        <w:pStyle w:val="Heading2"/>
      </w:pPr>
      <w:r>
        <w:t>How do I get there?</w:t>
      </w:r>
    </w:p>
    <w:p w14:paraId="48D7E121" w14:textId="77777777" w:rsidR="007015E5" w:rsidRDefault="007015E5" w:rsidP="007015E5">
      <w:r w:rsidRPr="001B01A6">
        <w:t>Make a short video explaining how the Southern Cross can be used to navigate.</w:t>
      </w:r>
    </w:p>
    <w:p w14:paraId="1CE49DBC" w14:textId="77777777" w:rsidR="007015E5" w:rsidRPr="00A4147F" w:rsidRDefault="007015E5" w:rsidP="007015E5"/>
    <w:p w14:paraId="57F0CBD0" w14:textId="787509D3" w:rsidR="004D50A3" w:rsidRPr="00021DEE" w:rsidRDefault="004D50A3" w:rsidP="00021DEE"/>
    <w:p w14:paraId="24937C12" w14:textId="3D06EC66" w:rsidR="004D50A3" w:rsidRPr="00A8131C" w:rsidRDefault="004D50A3" w:rsidP="004D50A3"/>
    <w:p w14:paraId="6C25A286" w14:textId="2C09364E" w:rsidR="00A4147F" w:rsidRPr="00A4147F" w:rsidRDefault="00A4147F" w:rsidP="00A4147F"/>
    <w:sectPr w:rsidR="00A4147F" w:rsidRPr="00A4147F" w:rsidSect="00021DEE"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0" w:h="16840"/>
      <w:pgMar w:top="1134" w:right="1701" w:bottom="1134" w:left="1701" w:header="680" w:footer="680" w:gutter="0"/>
      <w:pgNumType w:start="1" w:chapStyle="1" w:chapSep="enDash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FE5EE82" w14:textId="77777777" w:rsidR="001E784D" w:rsidRDefault="001E784D">
      <w:pPr>
        <w:spacing w:after="0" w:line="240" w:lineRule="auto"/>
      </w:pPr>
      <w:r>
        <w:separator/>
      </w:r>
    </w:p>
  </w:endnote>
  <w:endnote w:type="continuationSeparator" w:id="0">
    <w:p w14:paraId="62DD837F" w14:textId="77777777" w:rsidR="001E784D" w:rsidRDefault="001E78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DD00E7" w14:textId="77777777" w:rsidR="003D6687" w:rsidRDefault="003D6687" w:rsidP="00021DEE">
    <w:pPr>
      <w:pStyle w:val="Footer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48901A3" w14:textId="77777777" w:rsidR="003D6687" w:rsidRDefault="003D6687" w:rsidP="00021DEE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B308910" w14:textId="77777777" w:rsidR="004F51DD" w:rsidRPr="004F51DD" w:rsidRDefault="004F51DD" w:rsidP="00021DEE">
    <w:pPr>
      <w:pStyle w:val="Footer"/>
    </w:pPr>
    <w:r w:rsidRPr="004F51DD">
      <w:t>© Maths Inside 2016 except where otherwise indicated. This document may be used, reproduced, communicated and adapted free of charge for non-commercial educational purposes provided all acknowledgements associated with the material are retained. Maths Inside is a UTS project in collaboration with CSIRO and AAMT.</w:t>
    </w:r>
  </w:p>
  <w:p w14:paraId="1BED8EC0" w14:textId="37C6124A" w:rsidR="00B81DBF" w:rsidRPr="004F51DD" w:rsidRDefault="004F51DD" w:rsidP="00021DEE">
    <w:pPr>
      <w:pStyle w:val="Footerpagenumber"/>
    </w:pPr>
    <w:r w:rsidRPr="004F51DD">
      <w:t xml:space="preserve">Page </w:t>
    </w:r>
    <w:r w:rsidRPr="004F51DD">
      <w:fldChar w:fldCharType="begin"/>
    </w:r>
    <w:r w:rsidRPr="004F51DD">
      <w:instrText xml:space="preserve"> PAGE </w:instrText>
    </w:r>
    <w:r w:rsidRPr="004F51DD">
      <w:fldChar w:fldCharType="separate"/>
    </w:r>
    <w:r w:rsidR="00C35452">
      <w:rPr>
        <w:noProof/>
      </w:rPr>
      <w:t>2</w:t>
    </w:r>
    <w:r w:rsidRPr="004F51DD">
      <w:fldChar w:fldCharType="end"/>
    </w:r>
    <w:r w:rsidRPr="004F51DD">
      <w:t xml:space="preserve"> of </w:t>
    </w:r>
    <w:r w:rsidRPr="004F51DD">
      <w:fldChar w:fldCharType="begin"/>
    </w:r>
    <w:r w:rsidRPr="004F51DD">
      <w:instrText xml:space="preserve"> NUMPAGES </w:instrText>
    </w:r>
    <w:r w:rsidRPr="004F51DD">
      <w:fldChar w:fldCharType="separate"/>
    </w:r>
    <w:r w:rsidR="00C35452">
      <w:rPr>
        <w:noProof/>
      </w:rPr>
      <w:t>4</w:t>
    </w:r>
    <w:r w:rsidRPr="004F51DD">
      <w:fldChar w:fldCharType="end"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D8D96E" w14:textId="38A53B3C" w:rsidR="00836AC0" w:rsidRPr="00021DEE" w:rsidRDefault="0090681A" w:rsidP="00021DEE">
    <w:pPr>
      <w:pStyle w:val="Footer"/>
    </w:pPr>
    <w:r w:rsidRPr="00021DEE">
      <w:t xml:space="preserve">© </w:t>
    </w:r>
    <w:r w:rsidR="00097EBB" w:rsidRPr="00021DEE">
      <w:t>Maths Inside 2016 except where otherwise indicated. This document may be used, reproduced, communicated and adapted free of charge for non-commercial educational purposes provided all acknowledgements</w:t>
    </w:r>
    <w:r w:rsidR="00CA68CB" w:rsidRPr="00021DEE">
      <w:t xml:space="preserve"> associated with the material are retained. Maths Inside is a UTS project in col</w:t>
    </w:r>
    <w:r w:rsidRPr="00021DEE">
      <w:t>laboration with CSIRO and AAMT.</w:t>
    </w:r>
  </w:p>
  <w:p w14:paraId="5ABA5A6D" w14:textId="3A2BF43F" w:rsidR="004F51DD" w:rsidRPr="004F51DD" w:rsidRDefault="004F51DD" w:rsidP="00021DEE">
    <w:pPr>
      <w:pStyle w:val="Footerpagenumber"/>
    </w:pPr>
    <w:r w:rsidRPr="004F51DD">
      <w:t xml:space="preserve">Page </w:t>
    </w:r>
    <w:r w:rsidRPr="004F51DD">
      <w:fldChar w:fldCharType="begin"/>
    </w:r>
    <w:r w:rsidRPr="004F51DD">
      <w:instrText xml:space="preserve"> PAGE </w:instrText>
    </w:r>
    <w:r w:rsidRPr="004F51DD">
      <w:fldChar w:fldCharType="separate"/>
    </w:r>
    <w:r w:rsidR="001E784D">
      <w:rPr>
        <w:noProof/>
      </w:rPr>
      <w:t>1</w:t>
    </w:r>
    <w:r w:rsidRPr="004F51DD">
      <w:fldChar w:fldCharType="end"/>
    </w:r>
    <w:r w:rsidRPr="004F51DD">
      <w:t xml:space="preserve"> of </w:t>
    </w:r>
    <w:r w:rsidR="00FE38E9">
      <w:fldChar w:fldCharType="begin"/>
    </w:r>
    <w:r w:rsidR="00FE38E9">
      <w:instrText xml:space="preserve"> NUMPAGES </w:instrText>
    </w:r>
    <w:r w:rsidR="00FE38E9">
      <w:fldChar w:fldCharType="separate"/>
    </w:r>
    <w:r w:rsidR="001E784D">
      <w:rPr>
        <w:noProof/>
      </w:rPr>
      <w:t>1</w:t>
    </w:r>
    <w:r w:rsidR="00FE38E9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81E0D89" w14:textId="77777777" w:rsidR="001E784D" w:rsidRDefault="001E784D">
      <w:pPr>
        <w:spacing w:after="0" w:line="240" w:lineRule="auto"/>
      </w:pPr>
      <w:r>
        <w:separator/>
      </w:r>
    </w:p>
  </w:footnote>
  <w:footnote w:type="continuationSeparator" w:id="0">
    <w:p w14:paraId="112B72B0" w14:textId="77777777" w:rsidR="001E784D" w:rsidRDefault="001E78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99EA89" w14:textId="7908EA3D" w:rsidR="00021DEE" w:rsidRPr="00465FC4" w:rsidRDefault="00021DEE" w:rsidP="004C6EC0">
    <w:pPr>
      <w:pStyle w:val="Header"/>
      <w:rPr>
        <w:rStyle w:val="headeractivitytitle"/>
      </w:rPr>
    </w:pPr>
    <w:r w:rsidRPr="00021DEE">
      <w:t>Investigating the maths inside:</w:t>
    </w:r>
    <w:r w:rsidR="00465FC4">
      <w:t xml:space="preserve"> </w:t>
    </w:r>
    <w:r w:rsidR="00C35452">
      <w:t xml:space="preserve">Stargazing with the </w:t>
    </w:r>
    <w:r w:rsidR="00465FC4">
      <w:t>SKA</w:t>
    </w:r>
    <w:r w:rsidR="004C6EC0">
      <w:tab/>
    </w:r>
    <w:r w:rsidR="00465FC4" w:rsidRPr="00465FC4">
      <w:rPr>
        <w:rStyle w:val="headeractivitytitle"/>
      </w:rPr>
      <w:t xml:space="preserve">Activity 1: </w:t>
    </w:r>
    <w:r w:rsidR="007015E5" w:rsidRPr="00465FC4">
      <w:rPr>
        <w:rStyle w:val="headeractivitytitle"/>
      </w:rPr>
      <w:t>Heavenly Bodies</w:t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6D139E" w14:textId="05DE161B" w:rsidR="0090681A" w:rsidRDefault="004C6EC0" w:rsidP="004C6EC0">
    <w:pPr>
      <w:pStyle w:val="Header"/>
    </w:pPr>
    <w:r>
      <w:tab/>
      <w:t>FOR STUDENTS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1D"/>
    <w:multiLevelType w:val="multilevel"/>
    <w:tmpl w:val="85BC1D1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512209E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>
    <w:nsid w:val="FFFFFF7D"/>
    <w:multiLevelType w:val="singleLevel"/>
    <w:tmpl w:val="4CCEF35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>
    <w:nsid w:val="FFFFFF7E"/>
    <w:multiLevelType w:val="singleLevel"/>
    <w:tmpl w:val="B8565C0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4">
    <w:nsid w:val="FFFFFF7F"/>
    <w:multiLevelType w:val="singleLevel"/>
    <w:tmpl w:val="04F802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>
    <w:nsid w:val="FFFFFF80"/>
    <w:multiLevelType w:val="singleLevel"/>
    <w:tmpl w:val="D5944162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A35A5A3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0B32E3D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AE3478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CBEEDE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813E999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065C1902"/>
    <w:multiLevelType w:val="multilevel"/>
    <w:tmpl w:val="0CD21C42"/>
    <w:lvl w:ilvl="0">
      <w:start w:val="1"/>
      <w:numFmt w:val="none"/>
      <w:lvlText w:val="1—4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>
    <w:nsid w:val="1289355B"/>
    <w:multiLevelType w:val="multilevel"/>
    <w:tmpl w:val="0CD21C42"/>
    <w:lvl w:ilvl="0">
      <w:start w:val="1"/>
      <w:numFmt w:val="none"/>
      <w:lvlText w:val="1—4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>
    <w:nsid w:val="26F7115D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289754D3"/>
    <w:multiLevelType w:val="hybridMultilevel"/>
    <w:tmpl w:val="CDF6EA0E"/>
    <w:lvl w:ilvl="0" w:tplc="0409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5">
    <w:nsid w:val="4CC261DD"/>
    <w:multiLevelType w:val="multilevel"/>
    <w:tmpl w:val="0CD21C42"/>
    <w:lvl w:ilvl="0">
      <w:start w:val="1"/>
      <w:numFmt w:val="none"/>
      <w:lvlText w:val="1—4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>
    <w:nsid w:val="6B1307C1"/>
    <w:multiLevelType w:val="hybridMultilevel"/>
    <w:tmpl w:val="151298D4"/>
    <w:lvl w:ilvl="0" w:tplc="040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9"/>
  </w:num>
  <w:num w:numId="7">
    <w:abstractNumId w:val="4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4"/>
  </w:num>
  <w:num w:numId="13">
    <w:abstractNumId w:val="16"/>
  </w:num>
  <w:num w:numId="14">
    <w:abstractNumId w:val="15"/>
  </w:num>
  <w:num w:numId="15">
    <w:abstractNumId w:val="12"/>
  </w:num>
  <w:num w:numId="16">
    <w:abstractNumId w:val="11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567"/>
  <w:drawingGridHorizontalSpacing w:val="110"/>
  <w:displayHorizontalDrawingGridEvery w:val="2"/>
  <w:displayVertic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57C3"/>
    <w:rsid w:val="00021DEE"/>
    <w:rsid w:val="00035CC2"/>
    <w:rsid w:val="0009013E"/>
    <w:rsid w:val="00097EBB"/>
    <w:rsid w:val="00101073"/>
    <w:rsid w:val="00114BDF"/>
    <w:rsid w:val="00120FDE"/>
    <w:rsid w:val="0016370B"/>
    <w:rsid w:val="0016718A"/>
    <w:rsid w:val="001B0D68"/>
    <w:rsid w:val="001D611C"/>
    <w:rsid w:val="001E0530"/>
    <w:rsid w:val="001E784D"/>
    <w:rsid w:val="00203444"/>
    <w:rsid w:val="002476D7"/>
    <w:rsid w:val="002A3BD6"/>
    <w:rsid w:val="002E409E"/>
    <w:rsid w:val="002E6786"/>
    <w:rsid w:val="002F64ED"/>
    <w:rsid w:val="003872FA"/>
    <w:rsid w:val="0039533C"/>
    <w:rsid w:val="003A143A"/>
    <w:rsid w:val="003C336C"/>
    <w:rsid w:val="003D6687"/>
    <w:rsid w:val="003E6A18"/>
    <w:rsid w:val="00444B45"/>
    <w:rsid w:val="004522AB"/>
    <w:rsid w:val="004621B4"/>
    <w:rsid w:val="00465FC4"/>
    <w:rsid w:val="00472543"/>
    <w:rsid w:val="004C6EC0"/>
    <w:rsid w:val="004D0F03"/>
    <w:rsid w:val="004D50A3"/>
    <w:rsid w:val="004F51DD"/>
    <w:rsid w:val="00681D94"/>
    <w:rsid w:val="006828DF"/>
    <w:rsid w:val="0069533D"/>
    <w:rsid w:val="006E2520"/>
    <w:rsid w:val="007015E5"/>
    <w:rsid w:val="007411E3"/>
    <w:rsid w:val="0074248F"/>
    <w:rsid w:val="00771B8B"/>
    <w:rsid w:val="007C752D"/>
    <w:rsid w:val="007D1C27"/>
    <w:rsid w:val="00822492"/>
    <w:rsid w:val="00832F52"/>
    <w:rsid w:val="00836AC0"/>
    <w:rsid w:val="008413FB"/>
    <w:rsid w:val="00896FD2"/>
    <w:rsid w:val="008C2B56"/>
    <w:rsid w:val="008F07A2"/>
    <w:rsid w:val="008F2101"/>
    <w:rsid w:val="0090681A"/>
    <w:rsid w:val="00911C68"/>
    <w:rsid w:val="00946957"/>
    <w:rsid w:val="00947DF4"/>
    <w:rsid w:val="009D2AEA"/>
    <w:rsid w:val="00A21659"/>
    <w:rsid w:val="00A4147F"/>
    <w:rsid w:val="00A84FE9"/>
    <w:rsid w:val="00AE57C3"/>
    <w:rsid w:val="00AF1AF7"/>
    <w:rsid w:val="00AF391C"/>
    <w:rsid w:val="00B218D4"/>
    <w:rsid w:val="00B23FA4"/>
    <w:rsid w:val="00B30980"/>
    <w:rsid w:val="00B81DBF"/>
    <w:rsid w:val="00BB10AD"/>
    <w:rsid w:val="00BC5088"/>
    <w:rsid w:val="00BF6428"/>
    <w:rsid w:val="00C0384B"/>
    <w:rsid w:val="00C2333A"/>
    <w:rsid w:val="00C23819"/>
    <w:rsid w:val="00C35452"/>
    <w:rsid w:val="00C43458"/>
    <w:rsid w:val="00C708FC"/>
    <w:rsid w:val="00C71DB5"/>
    <w:rsid w:val="00C76585"/>
    <w:rsid w:val="00CA68CB"/>
    <w:rsid w:val="00CD4119"/>
    <w:rsid w:val="00CE1155"/>
    <w:rsid w:val="00D80CA4"/>
    <w:rsid w:val="00DA41DD"/>
    <w:rsid w:val="00DA5F12"/>
    <w:rsid w:val="00DF1AF9"/>
    <w:rsid w:val="00E112D3"/>
    <w:rsid w:val="00E442E0"/>
    <w:rsid w:val="00EF1F2A"/>
    <w:rsid w:val="00F916FF"/>
    <w:rsid w:val="00FD627B"/>
    <w:rsid w:val="00FE3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91E92DB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color w:val="3A3A3A" w:themeColor="text2"/>
        <w:sz w:val="26"/>
        <w:szCs w:val="26"/>
        <w:lang w:val="en-US" w:eastAsia="ja-JP" w:bidi="ar-SA"/>
      </w:rPr>
    </w:rPrDefault>
    <w:pPrDefault>
      <w:pPr>
        <w:spacing w:after="160" w:line="312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2" w:qFormat="1"/>
    <w:lsdException w:name="Salutation" w:semiHidden="1" w:unhideWhenUsed="1"/>
    <w:lsdException w:name="Date" w:semiHidden="1" w:uiPriority="3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aliases w:val="Normal Body text"/>
    <w:qFormat/>
    <w:rsid w:val="00021DEE"/>
    <w:pPr>
      <w:spacing w:after="120"/>
    </w:pPr>
    <w:rPr>
      <w:color w:val="000000" w:themeColor="text1"/>
      <w:sz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AF1AF7"/>
    <w:pPr>
      <w:keepNext/>
      <w:spacing w:before="480" w:after="240" w:line="240" w:lineRule="auto"/>
      <w:outlineLvl w:val="0"/>
    </w:pPr>
    <w:rPr>
      <w:rFonts w:asciiTheme="majorHAnsi" w:eastAsiaTheme="majorEastAsia" w:hAnsiTheme="majorHAnsi" w:cstheme="majorBidi"/>
      <w:b/>
      <w:color w:val="354F5F"/>
      <w:sz w:val="36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F1AF7"/>
    <w:pPr>
      <w:keepNext/>
      <w:adjustRightInd w:val="0"/>
      <w:spacing w:before="120" w:line="240" w:lineRule="auto"/>
      <w:outlineLvl w:val="1"/>
    </w:pPr>
    <w:rPr>
      <w:rFonts w:asciiTheme="majorHAnsi" w:eastAsiaTheme="majorEastAsia" w:hAnsiTheme="majorHAnsi" w:cstheme="majorBidi"/>
      <w:b/>
      <w:i/>
      <w:color w:val="354F5F"/>
      <w:sz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76585"/>
    <w:pPr>
      <w:keepNext/>
      <w:keepLines/>
      <w:adjustRightInd w:val="0"/>
      <w:spacing w:before="120"/>
      <w:outlineLvl w:val="2"/>
    </w:pPr>
    <w:rPr>
      <w:rFonts w:asciiTheme="majorHAnsi" w:eastAsiaTheme="majorEastAsia" w:hAnsiTheme="majorHAnsi" w:cstheme="majorBidi"/>
      <w:b/>
      <w:sz w:val="28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C76585"/>
    <w:pPr>
      <w:keepNext/>
      <w:keepLines/>
      <w:adjustRightInd w:val="0"/>
      <w:spacing w:before="120"/>
      <w:outlineLvl w:val="3"/>
    </w:pPr>
    <w:rPr>
      <w:rFonts w:asciiTheme="majorHAnsi" w:eastAsiaTheme="majorEastAsia" w:hAnsiTheme="majorHAnsi" w:cstheme="majorBidi"/>
      <w:b/>
      <w:i/>
      <w:iCs/>
      <w:sz w:val="26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C2333A"/>
    <w:pPr>
      <w:keepNext/>
      <w:keepLines/>
      <w:outlineLvl w:val="4"/>
    </w:pPr>
    <w:rPr>
      <w:rFonts w:asciiTheme="majorHAnsi" w:eastAsiaTheme="majorEastAsia" w:hAnsiTheme="majorHAnsi" w:cstheme="majorBidi"/>
      <w:sz w:val="24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A21659"/>
    <w:pPr>
      <w:keepNext/>
      <w:keepLines/>
      <w:outlineLvl w:val="5"/>
    </w:pPr>
    <w:rPr>
      <w:rFonts w:asciiTheme="majorHAnsi" w:eastAsiaTheme="majorEastAsia" w:hAnsiTheme="majorHAnsi" w:cstheme="majorBidi"/>
      <w:b/>
      <w:i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101073"/>
    <w:pPr>
      <w:keepNext/>
      <w:keepLines/>
      <w:outlineLvl w:val="6"/>
    </w:pPr>
    <w:rPr>
      <w:rFonts w:asciiTheme="majorHAnsi" w:eastAsiaTheme="majorEastAsia" w:hAnsiTheme="majorHAnsi" w:cstheme="majorBidi"/>
      <w:b/>
      <w:i/>
      <w:iCs/>
      <w:color w:val="0D0D0D" w:themeColor="text1" w:themeTint="F2"/>
      <w:u w:val="single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A21659"/>
    <w:pPr>
      <w:keepNext/>
      <w:keepLines/>
      <w:outlineLvl w:val="7"/>
    </w:pPr>
    <w:rPr>
      <w:rFonts w:asciiTheme="majorHAnsi" w:eastAsiaTheme="majorEastAsia" w:hAnsiTheme="majorHAnsi" w:cstheme="majorBidi"/>
      <w:i/>
      <w:szCs w:val="21"/>
      <w:u w:val="single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A21659"/>
    <w:pPr>
      <w:keepNext/>
      <w:keepLines/>
      <w:outlineLvl w:val="8"/>
    </w:pPr>
    <w:rPr>
      <w:rFonts w:asciiTheme="majorHAnsi" w:eastAsiaTheme="majorEastAsia" w:hAnsiTheme="majorHAnsi" w:cstheme="majorBidi"/>
      <w:i/>
      <w:iCs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F1AF7"/>
    <w:rPr>
      <w:rFonts w:asciiTheme="majorHAnsi" w:eastAsiaTheme="majorEastAsia" w:hAnsiTheme="majorHAnsi" w:cstheme="majorBidi"/>
      <w:b/>
      <w:color w:val="354F5F"/>
      <w:sz w:val="36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AF1AF7"/>
    <w:rPr>
      <w:rFonts w:asciiTheme="majorHAnsi" w:eastAsiaTheme="majorEastAsia" w:hAnsiTheme="majorHAnsi" w:cstheme="majorBidi"/>
      <w:b/>
      <w:i/>
      <w:color w:val="354F5F"/>
      <w:sz w:val="32"/>
    </w:rPr>
  </w:style>
  <w:style w:type="paragraph" w:styleId="Title">
    <w:name w:val="Title"/>
    <w:aliases w:val="Section Title"/>
    <w:link w:val="TitleChar"/>
    <w:uiPriority w:val="1"/>
    <w:qFormat/>
    <w:rsid w:val="004F51DD"/>
    <w:pPr>
      <w:spacing w:after="240" w:line="240" w:lineRule="auto"/>
      <w:contextualSpacing/>
    </w:pPr>
    <w:rPr>
      <w:rFonts w:asciiTheme="majorHAnsi" w:eastAsiaTheme="majorEastAsia" w:hAnsiTheme="majorHAnsi" w:cstheme="majorBidi"/>
      <w:b/>
      <w:color w:val="354F5F"/>
      <w:kern w:val="28"/>
      <w:sz w:val="56"/>
      <w:szCs w:val="56"/>
    </w:rPr>
  </w:style>
  <w:style w:type="character" w:customStyle="1" w:styleId="TitleChar">
    <w:name w:val="Title Char"/>
    <w:aliases w:val="Section Title Char"/>
    <w:basedOn w:val="DefaultParagraphFont"/>
    <w:link w:val="Title"/>
    <w:uiPriority w:val="1"/>
    <w:rsid w:val="004F51DD"/>
    <w:rPr>
      <w:rFonts w:asciiTheme="majorHAnsi" w:eastAsiaTheme="majorEastAsia" w:hAnsiTheme="majorHAnsi" w:cstheme="majorBidi"/>
      <w:b/>
      <w:color w:val="354F5F"/>
      <w:kern w:val="28"/>
      <w:sz w:val="56"/>
      <w:szCs w:val="56"/>
    </w:rPr>
  </w:style>
  <w:style w:type="paragraph" w:styleId="Subtitle">
    <w:name w:val="Subtitle"/>
    <w:basedOn w:val="Normal"/>
    <w:link w:val="SubtitleChar"/>
    <w:uiPriority w:val="2"/>
    <w:qFormat/>
    <w:rsid w:val="00AF1AF7"/>
    <w:pPr>
      <w:numPr>
        <w:ilvl w:val="1"/>
      </w:numPr>
      <w:spacing w:after="240" w:line="240" w:lineRule="auto"/>
      <w:contextualSpacing/>
    </w:pPr>
    <w:rPr>
      <w:rFonts w:eastAsiaTheme="minorEastAsia"/>
      <w:i/>
      <w:color w:val="354F5F"/>
      <w:sz w:val="48"/>
    </w:rPr>
  </w:style>
  <w:style w:type="character" w:customStyle="1" w:styleId="SubtitleChar">
    <w:name w:val="Subtitle Char"/>
    <w:basedOn w:val="DefaultParagraphFont"/>
    <w:link w:val="Subtitle"/>
    <w:uiPriority w:val="2"/>
    <w:rsid w:val="00AF1AF7"/>
    <w:rPr>
      <w:rFonts w:eastAsiaTheme="minorEastAsia"/>
      <w:i/>
      <w:color w:val="354F5F"/>
      <w:sz w:val="48"/>
    </w:rPr>
  </w:style>
  <w:style w:type="paragraph" w:styleId="Footer">
    <w:name w:val="footer"/>
    <w:basedOn w:val="Normal"/>
    <w:link w:val="FooterChar"/>
    <w:uiPriority w:val="99"/>
    <w:unhideWhenUsed/>
    <w:qFormat/>
    <w:rsid w:val="00021DEE"/>
    <w:pPr>
      <w:pBdr>
        <w:top w:val="single" w:sz="4" w:space="6" w:color="auto"/>
      </w:pBdr>
      <w:spacing w:before="240" w:after="0" w:line="240" w:lineRule="auto"/>
    </w:pPr>
    <w:rPr>
      <w:color w:val="354F5F"/>
      <w:sz w:val="16"/>
      <w:szCs w:val="16"/>
      <w:lang w:val="en-AU"/>
    </w:rPr>
  </w:style>
  <w:style w:type="character" w:customStyle="1" w:styleId="FooterChar">
    <w:name w:val="Footer Char"/>
    <w:basedOn w:val="DefaultParagraphFont"/>
    <w:link w:val="Footer"/>
    <w:uiPriority w:val="99"/>
    <w:rsid w:val="00021DEE"/>
    <w:rPr>
      <w:color w:val="354F5F"/>
      <w:sz w:val="16"/>
      <w:szCs w:val="16"/>
      <w:lang w:val="en-AU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basedOn w:val="DefaultParagraphFont"/>
    <w:link w:val="Heading3"/>
    <w:uiPriority w:val="9"/>
    <w:rsid w:val="00C76585"/>
    <w:rPr>
      <w:rFonts w:asciiTheme="majorHAnsi" w:eastAsiaTheme="majorEastAsia" w:hAnsiTheme="majorHAnsi" w:cstheme="majorBidi"/>
      <w:b/>
      <w:color w:val="000000" w:themeColor="text1"/>
      <w:sz w:val="28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C76585"/>
    <w:rPr>
      <w:rFonts w:asciiTheme="majorHAnsi" w:eastAsiaTheme="majorEastAsia" w:hAnsiTheme="majorHAnsi" w:cstheme="majorBidi"/>
      <w:b/>
      <w:i/>
      <w:iCs/>
      <w:color w:val="000000" w:themeColor="text1"/>
    </w:rPr>
  </w:style>
  <w:style w:type="character" w:customStyle="1" w:styleId="Heading5Char">
    <w:name w:val="Heading 5 Char"/>
    <w:basedOn w:val="DefaultParagraphFont"/>
    <w:link w:val="Heading5"/>
    <w:uiPriority w:val="9"/>
    <w:rsid w:val="00C2333A"/>
    <w:rPr>
      <w:rFonts w:asciiTheme="majorHAnsi" w:eastAsiaTheme="majorEastAsia" w:hAnsiTheme="majorHAnsi" w:cstheme="majorBidi"/>
      <w:color w:val="354F5F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rsid w:val="00A21659"/>
    <w:rPr>
      <w:rFonts w:asciiTheme="majorHAnsi" w:eastAsiaTheme="majorEastAsia" w:hAnsiTheme="majorHAnsi" w:cstheme="majorBidi"/>
      <w:b/>
      <w:i/>
      <w:color w:val="354F5F"/>
      <w:sz w:val="22"/>
    </w:rPr>
  </w:style>
  <w:style w:type="character" w:customStyle="1" w:styleId="Heading7Char">
    <w:name w:val="Heading 7 Char"/>
    <w:basedOn w:val="DefaultParagraphFont"/>
    <w:link w:val="Heading7"/>
    <w:uiPriority w:val="9"/>
    <w:rsid w:val="00101073"/>
    <w:rPr>
      <w:rFonts w:asciiTheme="majorHAnsi" w:eastAsiaTheme="majorEastAsia" w:hAnsiTheme="majorHAnsi" w:cstheme="majorBidi"/>
      <w:b/>
      <w:i/>
      <w:iCs/>
      <w:color w:val="0D0D0D" w:themeColor="text1" w:themeTint="F2"/>
      <w:sz w:val="22"/>
      <w:u w:val="single"/>
    </w:rPr>
  </w:style>
  <w:style w:type="character" w:customStyle="1" w:styleId="Heading8Char">
    <w:name w:val="Heading 8 Char"/>
    <w:basedOn w:val="DefaultParagraphFont"/>
    <w:link w:val="Heading8"/>
    <w:uiPriority w:val="9"/>
    <w:rsid w:val="00A21659"/>
    <w:rPr>
      <w:rFonts w:asciiTheme="majorHAnsi" w:eastAsiaTheme="majorEastAsia" w:hAnsiTheme="majorHAnsi" w:cstheme="majorBidi"/>
      <w:i/>
      <w:color w:val="354F5F"/>
      <w:sz w:val="22"/>
      <w:szCs w:val="21"/>
      <w:u w:val="single"/>
    </w:rPr>
  </w:style>
  <w:style w:type="character" w:customStyle="1" w:styleId="Heading9Char">
    <w:name w:val="Heading 9 Char"/>
    <w:basedOn w:val="DefaultParagraphFont"/>
    <w:link w:val="Heading9"/>
    <w:uiPriority w:val="9"/>
    <w:rsid w:val="00A21659"/>
    <w:rPr>
      <w:rFonts w:asciiTheme="majorHAnsi" w:eastAsiaTheme="majorEastAsia" w:hAnsiTheme="majorHAnsi" w:cstheme="majorBidi"/>
      <w:i/>
      <w:iCs/>
      <w:color w:val="354F5F"/>
      <w:sz w:val="22"/>
      <w:szCs w:val="21"/>
    </w:rPr>
  </w:style>
  <w:style w:type="character" w:styleId="PageNumber">
    <w:name w:val="page number"/>
    <w:basedOn w:val="DefaultParagraphFont"/>
    <w:uiPriority w:val="99"/>
    <w:semiHidden/>
    <w:unhideWhenUsed/>
    <w:rsid w:val="003D6687"/>
  </w:style>
  <w:style w:type="paragraph" w:styleId="Header">
    <w:name w:val="header"/>
    <w:basedOn w:val="Normal"/>
    <w:link w:val="HeaderChar"/>
    <w:uiPriority w:val="99"/>
    <w:unhideWhenUsed/>
    <w:qFormat/>
    <w:rsid w:val="004C6EC0"/>
    <w:pPr>
      <w:pBdr>
        <w:bottom w:val="single" w:sz="4" w:space="6" w:color="auto"/>
      </w:pBdr>
      <w:tabs>
        <w:tab w:val="right" w:pos="8505"/>
      </w:tabs>
      <w:adjustRightInd w:val="0"/>
      <w:spacing w:after="240" w:line="240" w:lineRule="auto"/>
      <w:contextualSpacing/>
    </w:pPr>
    <w:rPr>
      <w:color w:val="354F5F"/>
      <w:sz w:val="16"/>
      <w:szCs w:val="16"/>
      <w:lang w:val="en-AU"/>
    </w:rPr>
  </w:style>
  <w:style w:type="character" w:customStyle="1" w:styleId="HeaderChar">
    <w:name w:val="Header Char"/>
    <w:basedOn w:val="DefaultParagraphFont"/>
    <w:link w:val="Header"/>
    <w:uiPriority w:val="99"/>
    <w:rsid w:val="004C6EC0"/>
    <w:rPr>
      <w:color w:val="354F5F"/>
      <w:sz w:val="16"/>
      <w:szCs w:val="16"/>
      <w:lang w:val="en-AU"/>
    </w:rPr>
  </w:style>
  <w:style w:type="paragraph" w:customStyle="1" w:styleId="Activitynamesubtitle">
    <w:name w:val="Activity name_subtitle"/>
    <w:qFormat/>
    <w:rsid w:val="00C2333A"/>
    <w:pPr>
      <w:spacing w:before="240" w:after="360" w:line="240" w:lineRule="auto"/>
    </w:pPr>
    <w:rPr>
      <w:i/>
      <w:color w:val="354F5F"/>
      <w:sz w:val="48"/>
    </w:rPr>
  </w:style>
  <w:style w:type="paragraph" w:customStyle="1" w:styleId="Footerpagenumber">
    <w:name w:val="Footer page number"/>
    <w:basedOn w:val="Footer"/>
    <w:link w:val="FooterpagenumberChar"/>
    <w:qFormat/>
    <w:rsid w:val="004F51DD"/>
    <w:pPr>
      <w:pBdr>
        <w:top w:val="none" w:sz="0" w:space="0" w:color="auto"/>
      </w:pBdr>
      <w:spacing w:before="120"/>
      <w:jc w:val="right"/>
    </w:pPr>
  </w:style>
  <w:style w:type="character" w:customStyle="1" w:styleId="FooterpagenumberChar">
    <w:name w:val="Footer page number Char"/>
    <w:basedOn w:val="FooterChar"/>
    <w:link w:val="Footerpagenumber"/>
    <w:rsid w:val="004F51DD"/>
    <w:rPr>
      <w:color w:val="354F5F"/>
      <w:sz w:val="16"/>
      <w:szCs w:val="16"/>
      <w:lang w:val="en-AU"/>
    </w:rPr>
  </w:style>
  <w:style w:type="paragraph" w:customStyle="1" w:styleId="Coverpicture">
    <w:name w:val="Cover picture"/>
    <w:basedOn w:val="Normal"/>
    <w:qFormat/>
    <w:rsid w:val="00021DEE"/>
    <w:pPr>
      <w:spacing w:before="480" w:after="480" w:line="240" w:lineRule="auto"/>
      <w:jc w:val="center"/>
    </w:pPr>
    <w:rPr>
      <w:noProof/>
      <w:lang w:eastAsia="en-US"/>
    </w:rPr>
  </w:style>
  <w:style w:type="paragraph" w:customStyle="1" w:styleId="Coverquestions">
    <w:name w:val="Cover questions"/>
    <w:basedOn w:val="Normal"/>
    <w:qFormat/>
    <w:rsid w:val="00021DEE"/>
    <w:pPr>
      <w:spacing w:after="240" w:line="240" w:lineRule="auto"/>
    </w:pPr>
    <w:rPr>
      <w:color w:val="354F5F"/>
      <w:sz w:val="28"/>
      <w:szCs w:val="28"/>
    </w:rPr>
  </w:style>
  <w:style w:type="paragraph" w:customStyle="1" w:styleId="logo">
    <w:name w:val="logo"/>
    <w:basedOn w:val="Normal"/>
    <w:qFormat/>
    <w:rsid w:val="004C6EC0"/>
    <w:pPr>
      <w:spacing w:before="600" w:line="240" w:lineRule="auto"/>
    </w:pPr>
  </w:style>
  <w:style w:type="character" w:customStyle="1" w:styleId="headeractivitytitle">
    <w:name w:val="header activity title"/>
    <w:basedOn w:val="DefaultParagraphFont"/>
    <w:uiPriority w:val="1"/>
    <w:qFormat/>
    <w:rsid w:val="001D611C"/>
    <w:rPr>
      <w:cap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header" Target="header2.xml"/><Relationship Id="rId14" Type="http://schemas.openxmlformats.org/officeDocument/2006/relationships/footer" Target="footer3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emf"/><Relationship Id="rId9" Type="http://schemas.openxmlformats.org/officeDocument/2006/relationships/image" Target="media/image2.jpeg"/><Relationship Id="rId10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aamt/Library/Containers/com.microsoft.Word/Data/Library/Caches/3081/TM10002077/Catalog.dotx" TargetMode="External"/></Relationships>
</file>

<file path=word/theme/theme1.xml><?xml version="1.0" encoding="utf-8"?>
<a:theme xmlns:a="http://schemas.openxmlformats.org/drawingml/2006/main" name="Office Theme">
  <a:themeElements>
    <a:clrScheme name="TF100002026">
      <a:dk1>
        <a:sysClr val="windowText" lastClr="000000"/>
      </a:dk1>
      <a:lt1>
        <a:sysClr val="window" lastClr="FFFFFF"/>
      </a:lt1>
      <a:dk2>
        <a:srgbClr val="3A3A3A"/>
      </a:dk2>
      <a:lt2>
        <a:srgbClr val="F4F4F3"/>
      </a:lt2>
      <a:accent1>
        <a:srgbClr val="562241"/>
      </a:accent1>
      <a:accent2>
        <a:srgbClr val="CCC44F"/>
      </a:accent2>
      <a:accent3>
        <a:srgbClr val="568F59"/>
      </a:accent3>
      <a:accent4>
        <a:srgbClr val="806B50"/>
      </a:accent4>
      <a:accent5>
        <a:srgbClr val="408296"/>
      </a:accent5>
      <a:accent6>
        <a:srgbClr val="A34240"/>
      </a:accent6>
      <a:hlink>
        <a:srgbClr val="36A3B8"/>
      </a:hlink>
      <a:folHlink>
        <a:srgbClr val="805273"/>
      </a:folHlink>
    </a:clrScheme>
    <a:fontScheme name="Cambria">
      <a:majorFont>
        <a:latin typeface="Cambria"/>
        <a:ea typeface=""/>
        <a:cs typeface=""/>
        <a:font script="Jpan" typeface="メイリオ"/>
        <a:font script="Hang" typeface="맑은 고딕"/>
        <a:font script="Hans" typeface="微软雅黑"/>
        <a:font script="Hant" typeface="微軟正黑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メイリオ"/>
        <a:font script="Hang" typeface="맑은 고딕"/>
        <a:font script="Hans" typeface="微软雅黑"/>
        <a:font script="Hant" typeface="微軟正黑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BF53CB2E-EC45-6F43-AC31-34355D2F08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Catalog.dotx</Template>
  <TotalTime>4</TotalTime>
  <Pages>4</Pages>
  <Words>394</Words>
  <Characters>2247</Characters>
  <Application>Microsoft Macintosh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8</vt:i4>
      </vt:variant>
    </vt:vector>
  </HeadingPairs>
  <TitlesOfParts>
    <vt:vector size="9" baseType="lpstr">
      <vt:lpstr/>
      <vt:lpstr>Introduction</vt:lpstr>
      <vt:lpstr>Beehive building</vt:lpstr>
      <vt:lpstr>    With equilateral triangles</vt:lpstr>
      <vt:lpstr>    With squares</vt:lpstr>
      <vt:lpstr>    With hexagons</vt:lpstr>
      <vt:lpstr>Making the hives</vt:lpstr>
      <vt:lpstr>How much honey?</vt:lpstr>
      <vt:lpstr>The best beehive</vt:lpstr>
    </vt:vector>
  </TitlesOfParts>
  <Company/>
  <LinksUpToDate>false</LinksUpToDate>
  <CharactersWithSpaces>2636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Jacquie Sprott</dc:creator>
  <cp:keywords/>
  <dc:description/>
  <cp:lastModifiedBy>Esther Ginn</cp:lastModifiedBy>
  <cp:revision>6</cp:revision>
  <cp:lastPrinted>2016-08-16T03:09:00Z</cp:lastPrinted>
  <dcterms:created xsi:type="dcterms:W3CDTF">2016-08-17T02:15:00Z</dcterms:created>
  <dcterms:modified xsi:type="dcterms:W3CDTF">2017-05-26T04:34:00Z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ssetID">
    <vt:lpwstr>TF10002026</vt:lpwstr>
  </property>
</Properties>
</file>